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C61" w:rsidRPr="00E450A4" w:rsidRDefault="00F04C61" w:rsidP="009F215A">
      <w:pPr>
        <w:jc w:val="both"/>
        <w:rPr>
          <w:rFonts w:ascii="Times New Roman" w:hAnsi="Times New Roman"/>
          <w:sz w:val="24"/>
          <w:szCs w:val="24"/>
          <w:lang/>
        </w:rPr>
      </w:pPr>
    </w:p>
    <w:p w:rsidR="00F04C61" w:rsidRPr="00DB685C" w:rsidRDefault="00F04C61" w:rsidP="009F21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E8B">
        <w:rPr>
          <w:rFonts w:ascii="Times New Roman" w:hAnsi="Times New Roman"/>
          <w:sz w:val="24"/>
          <w:szCs w:val="24"/>
        </w:rPr>
        <w:tab/>
        <w:t>На основу члана</w:t>
      </w:r>
      <w:r>
        <w:rPr>
          <w:rFonts w:ascii="Times New Roman" w:hAnsi="Times New Roman"/>
          <w:sz w:val="24"/>
          <w:szCs w:val="24"/>
        </w:rPr>
        <w:t xml:space="preserve"> 46.став 1.тач. 5), и става 6., </w:t>
      </w:r>
      <w:r w:rsidRPr="00E91E8B">
        <w:rPr>
          <w:rFonts w:ascii="Times New Roman" w:hAnsi="Times New Roman"/>
          <w:sz w:val="24"/>
          <w:szCs w:val="24"/>
        </w:rPr>
        <w:t>Закона о локалн</w:t>
      </w:r>
      <w:r>
        <w:rPr>
          <w:rFonts w:ascii="Times New Roman" w:hAnsi="Times New Roman"/>
          <w:sz w:val="24"/>
          <w:szCs w:val="24"/>
        </w:rPr>
        <w:t>им изборима („Службени гласник Р</w:t>
      </w:r>
      <w:r w:rsidRPr="00E91E8B">
        <w:rPr>
          <w:rFonts w:ascii="Times New Roman" w:hAnsi="Times New Roman"/>
          <w:sz w:val="24"/>
          <w:szCs w:val="24"/>
        </w:rPr>
        <w:t xml:space="preserve">епублике Србије“, број 129/07, 34/10- Одлука УС и 54/11) и члана 114.став 1. Пословника Скупштине </w:t>
      </w:r>
      <w:r>
        <w:rPr>
          <w:rFonts w:ascii="Times New Roman" w:hAnsi="Times New Roman"/>
          <w:sz w:val="24"/>
          <w:szCs w:val="24"/>
        </w:rPr>
        <w:t>града Врања („Службени гласник г</w:t>
      </w:r>
      <w:r w:rsidRPr="00E91E8B">
        <w:rPr>
          <w:rFonts w:ascii="Times New Roman" w:hAnsi="Times New Roman"/>
          <w:sz w:val="24"/>
          <w:szCs w:val="24"/>
        </w:rPr>
        <w:t xml:space="preserve">рада Врања“, број 3/18), </w:t>
      </w:r>
      <w:r>
        <w:rPr>
          <w:rFonts w:ascii="Times New Roman" w:hAnsi="Times New Roman"/>
          <w:sz w:val="24"/>
          <w:szCs w:val="24"/>
        </w:rPr>
        <w:t>Скупштина г</w:t>
      </w:r>
      <w:r w:rsidRPr="00E91E8B">
        <w:rPr>
          <w:rFonts w:ascii="Times New Roman" w:hAnsi="Times New Roman"/>
          <w:sz w:val="24"/>
          <w:szCs w:val="24"/>
        </w:rPr>
        <w:t xml:space="preserve">рада Врања, на седници одржаној </w:t>
      </w:r>
      <w:r>
        <w:rPr>
          <w:rFonts w:ascii="Times New Roman" w:hAnsi="Times New Roman"/>
          <w:sz w:val="24"/>
          <w:szCs w:val="24"/>
        </w:rPr>
        <w:t xml:space="preserve"> 11.03.2019</w:t>
      </w:r>
      <w:r w:rsidRPr="00E91E8B">
        <w:rPr>
          <w:rFonts w:ascii="Times New Roman" w:hAnsi="Times New Roman"/>
          <w:sz w:val="24"/>
          <w:szCs w:val="24"/>
        </w:rPr>
        <w:t>.године, донела је</w:t>
      </w:r>
      <w:r>
        <w:rPr>
          <w:rFonts w:ascii="Times New Roman" w:hAnsi="Times New Roman"/>
          <w:sz w:val="24"/>
          <w:szCs w:val="24"/>
        </w:rPr>
        <w:t>:</w:t>
      </w:r>
    </w:p>
    <w:p w:rsidR="00F04C61" w:rsidRPr="007D06CB" w:rsidRDefault="00F04C61" w:rsidP="009F21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C61" w:rsidRDefault="00F04C61" w:rsidP="009F21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C61" w:rsidRDefault="00F04C61" w:rsidP="009F21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C61" w:rsidRPr="00C309E7" w:rsidRDefault="00F04C61" w:rsidP="009F21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C61" w:rsidRPr="00E91E8B" w:rsidRDefault="00F04C61" w:rsidP="009F21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E8B">
        <w:rPr>
          <w:rFonts w:ascii="Times New Roman" w:hAnsi="Times New Roman"/>
          <w:b/>
          <w:sz w:val="24"/>
          <w:szCs w:val="24"/>
        </w:rPr>
        <w:t>О  Д  Л  У  К  У</w:t>
      </w:r>
    </w:p>
    <w:p w:rsidR="00F04C61" w:rsidRPr="00E91E8B" w:rsidRDefault="00F04C61" w:rsidP="009F21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E8B">
        <w:rPr>
          <w:rFonts w:ascii="Times New Roman" w:hAnsi="Times New Roman"/>
          <w:b/>
          <w:sz w:val="24"/>
          <w:szCs w:val="24"/>
        </w:rPr>
        <w:t>О ПРЕСТАНКУ МАНДАТА ОДБОРНИКА</w:t>
      </w:r>
    </w:p>
    <w:p w:rsidR="00F04C61" w:rsidRDefault="00F04C61" w:rsidP="009F21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E8B">
        <w:rPr>
          <w:rFonts w:ascii="Times New Roman" w:hAnsi="Times New Roman"/>
          <w:b/>
          <w:sz w:val="24"/>
          <w:szCs w:val="24"/>
        </w:rPr>
        <w:t>У СКУПШТИНИ ГРАДА ВРАЊА</w:t>
      </w:r>
    </w:p>
    <w:p w:rsidR="00F04C61" w:rsidRPr="00DB685C" w:rsidRDefault="00F04C61" w:rsidP="009F21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C61" w:rsidRPr="00C309E7" w:rsidRDefault="00F04C61" w:rsidP="009F21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C61" w:rsidRPr="00C0146B" w:rsidRDefault="00F04C61" w:rsidP="009F21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C61" w:rsidRPr="00E91E8B" w:rsidRDefault="00F04C61" w:rsidP="009F215A">
      <w:pPr>
        <w:pStyle w:val="clan"/>
        <w:spacing w:before="0" w:beforeAutospacing="0" w:after="0" w:afterAutospacing="0"/>
        <w:jc w:val="center"/>
        <w:rPr>
          <w:b/>
        </w:rPr>
      </w:pPr>
      <w:r w:rsidRPr="00E91E8B">
        <w:rPr>
          <w:b/>
        </w:rPr>
        <w:t>I</w:t>
      </w:r>
    </w:p>
    <w:p w:rsidR="00F04C61" w:rsidRDefault="00F04C61" w:rsidP="009F215A">
      <w:pPr>
        <w:pStyle w:val="clan"/>
        <w:spacing w:before="0" w:beforeAutospacing="0" w:after="0" w:afterAutospacing="0"/>
        <w:jc w:val="both"/>
      </w:pPr>
      <w:r w:rsidRPr="00E91E8B">
        <w:tab/>
      </w:r>
      <w:r>
        <w:t xml:space="preserve"> </w:t>
      </w:r>
      <w:r w:rsidRPr="00DB685C">
        <w:rPr>
          <w:b/>
        </w:rPr>
        <w:t>БРАНИМИРУ СТОЈАНЧИЋУ</w:t>
      </w:r>
      <w:r>
        <w:t>, дипл. инг. менаџмента</w:t>
      </w:r>
      <w:r w:rsidRPr="00E91E8B">
        <w:t xml:space="preserve"> из Вр</w:t>
      </w:r>
      <w:r>
        <w:t xml:space="preserve">ања, </w:t>
      </w:r>
      <w:r w:rsidRPr="00E91E8B">
        <w:t>престаје мандат одборника у Скупштини</w:t>
      </w:r>
      <w:r>
        <w:t xml:space="preserve"> г</w:t>
      </w:r>
      <w:r w:rsidRPr="00E91E8B">
        <w:t>рада Врања, пре истека времена на к</w:t>
      </w:r>
      <w:r>
        <w:t xml:space="preserve">оје је изабран,  преузимањем функције која је неспојива са одборничком функцијом. </w:t>
      </w:r>
    </w:p>
    <w:p w:rsidR="00F04C61" w:rsidRPr="00F14AF1" w:rsidRDefault="00F04C61" w:rsidP="009F215A">
      <w:pPr>
        <w:pStyle w:val="clan"/>
        <w:spacing w:before="0" w:beforeAutospacing="0" w:after="0" w:afterAutospacing="0"/>
        <w:jc w:val="both"/>
      </w:pPr>
    </w:p>
    <w:p w:rsidR="00F04C61" w:rsidRPr="00E91E8B" w:rsidRDefault="00F04C61" w:rsidP="009F215A">
      <w:pPr>
        <w:pStyle w:val="clan"/>
        <w:spacing w:before="0" w:beforeAutospacing="0" w:after="0" w:afterAutospacing="0"/>
        <w:jc w:val="center"/>
      </w:pPr>
    </w:p>
    <w:p w:rsidR="00F04C61" w:rsidRPr="00E91E8B" w:rsidRDefault="00F04C61" w:rsidP="009F215A">
      <w:pPr>
        <w:pStyle w:val="clan"/>
        <w:spacing w:before="0" w:beforeAutospacing="0" w:after="0" w:afterAutospacing="0"/>
        <w:jc w:val="center"/>
        <w:rPr>
          <w:b/>
        </w:rPr>
      </w:pPr>
      <w:r w:rsidRPr="00E91E8B">
        <w:rPr>
          <w:b/>
        </w:rPr>
        <w:t>II</w:t>
      </w:r>
    </w:p>
    <w:p w:rsidR="00F04C61" w:rsidRDefault="00F04C61" w:rsidP="009F215A">
      <w:pPr>
        <w:pStyle w:val="clan"/>
        <w:spacing w:before="0" w:beforeAutospacing="0" w:after="0" w:afterAutospacing="0"/>
        <w:jc w:val="both"/>
      </w:pPr>
      <w:r w:rsidRPr="00E91E8B">
        <w:tab/>
        <w:t>Одлука ступа на снагу даном доношења и обј</w:t>
      </w:r>
      <w:r>
        <w:t>авиће се у „Службеном гласнику г</w:t>
      </w:r>
      <w:r w:rsidRPr="00E91E8B">
        <w:t>рада Врања“.</w:t>
      </w:r>
    </w:p>
    <w:p w:rsidR="00F04C61" w:rsidRDefault="00F04C61" w:rsidP="009F215A">
      <w:pPr>
        <w:pStyle w:val="clan"/>
        <w:spacing w:before="0" w:beforeAutospacing="0" w:after="0" w:afterAutospacing="0"/>
        <w:jc w:val="both"/>
      </w:pPr>
    </w:p>
    <w:p w:rsidR="00F04C61" w:rsidRPr="00C0146B" w:rsidRDefault="00F04C61" w:rsidP="009F215A">
      <w:pPr>
        <w:pStyle w:val="clan"/>
        <w:spacing w:before="0" w:beforeAutospacing="0" w:after="0" w:afterAutospacing="0"/>
        <w:jc w:val="both"/>
      </w:pPr>
    </w:p>
    <w:p w:rsidR="00F04C61" w:rsidRDefault="00F04C61" w:rsidP="009F215A">
      <w:pPr>
        <w:pStyle w:val="clan"/>
        <w:spacing w:before="0" w:beforeAutospacing="0" w:after="0" w:afterAutospacing="0"/>
        <w:jc w:val="center"/>
        <w:rPr>
          <w:b/>
        </w:rPr>
      </w:pPr>
      <w:r w:rsidRPr="00E91E8B">
        <w:rPr>
          <w:b/>
        </w:rPr>
        <w:t>О б р а з л о ж е њ е</w:t>
      </w:r>
    </w:p>
    <w:p w:rsidR="00F04C61" w:rsidRDefault="00F04C61" w:rsidP="009F215A">
      <w:pPr>
        <w:pStyle w:val="clan"/>
        <w:spacing w:before="0" w:beforeAutospacing="0" w:after="0" w:afterAutospacing="0"/>
        <w:rPr>
          <w:b/>
        </w:rPr>
      </w:pPr>
    </w:p>
    <w:p w:rsidR="00F04C61" w:rsidRDefault="00F04C61" w:rsidP="009F215A">
      <w:pPr>
        <w:pStyle w:val="clan"/>
        <w:spacing w:before="0" w:beforeAutospacing="0" w:after="0" w:afterAutospacing="0"/>
        <w:rPr>
          <w:b/>
        </w:rPr>
      </w:pPr>
    </w:p>
    <w:p w:rsidR="00F04C61" w:rsidRPr="00C309E7" w:rsidRDefault="00F04C61" w:rsidP="009F215A">
      <w:pPr>
        <w:pStyle w:val="clan"/>
        <w:spacing w:before="0" w:beforeAutospacing="0" w:after="0" w:afterAutospacing="0"/>
        <w:rPr>
          <w:b/>
        </w:rPr>
      </w:pPr>
    </w:p>
    <w:p w:rsidR="00F04C61" w:rsidRPr="00E91E8B" w:rsidRDefault="00F04C61" w:rsidP="009F215A">
      <w:pPr>
        <w:pStyle w:val="clan"/>
        <w:spacing w:before="0" w:beforeAutospacing="0" w:after="0" w:afterAutospacing="0"/>
        <w:jc w:val="both"/>
      </w:pPr>
      <w:r w:rsidRPr="00E91E8B">
        <w:tab/>
        <w:t xml:space="preserve">Правни основ за доношење ове одлуке садржан је у </w:t>
      </w:r>
      <w:r>
        <w:t>одредбама члана 46.став 1.тач. 5</w:t>
      </w:r>
      <w:r w:rsidRPr="00E91E8B">
        <w:t xml:space="preserve">), </w:t>
      </w:r>
      <w:r>
        <w:t xml:space="preserve"> и </w:t>
      </w:r>
      <w:r w:rsidRPr="00E91E8B">
        <w:t>став</w:t>
      </w:r>
      <w:r>
        <w:t xml:space="preserve">у 6. истог члана, </w:t>
      </w:r>
      <w:r w:rsidRPr="00E91E8B">
        <w:t xml:space="preserve"> Закона о локалн</w:t>
      </w:r>
      <w:r>
        <w:t>им изборима („Службени гласник Р</w:t>
      </w:r>
      <w:r w:rsidRPr="00E91E8B">
        <w:t>епублике Србије“, број 129/07, 34/10- Одлука УС и 54/11) и члана 11</w:t>
      </w:r>
      <w:r>
        <w:t>4.став 1. Пословника Скупштине града Врања („Службени гласник г</w:t>
      </w:r>
      <w:r w:rsidRPr="00E91E8B">
        <w:t>рада Врања“, број 3/18-пречишћен текст).</w:t>
      </w:r>
    </w:p>
    <w:p w:rsidR="00F04C61" w:rsidRDefault="00F04C61" w:rsidP="009F215A">
      <w:pPr>
        <w:pStyle w:val="clan"/>
        <w:spacing w:before="0" w:beforeAutospacing="0" w:after="0" w:afterAutospacing="0"/>
        <w:jc w:val="both"/>
      </w:pPr>
      <w:r w:rsidRPr="00E91E8B">
        <w:tab/>
        <w:t xml:space="preserve">Одредбама члана </w:t>
      </w:r>
      <w:r>
        <w:t>46.став 1.тач. 5</w:t>
      </w:r>
      <w:r w:rsidRPr="00E91E8B">
        <w:t xml:space="preserve">), </w:t>
      </w:r>
      <w:r>
        <w:t>и ставом 6</w:t>
      </w:r>
      <w:r w:rsidRPr="00E91E8B">
        <w:t xml:space="preserve">. Закона о локалним изборима, прописано је да одборнику престаје мандат пре истека времена на које је изабран, </w:t>
      </w:r>
      <w:r>
        <w:t>преузимањем посла, односно функције које су, у складу са законом, неспојиве са функцијом одборника</w:t>
      </w:r>
      <w:r w:rsidRPr="00E91E8B">
        <w:t xml:space="preserve">. </w:t>
      </w:r>
      <w:r>
        <w:t xml:space="preserve">Ако одборнику престане мандат, преузимањем функције која је неспојива са одборничком функцијом, скупштина јединице локалне самоуправе на првој наредној седници, после обавештења о наступању таквог случаја, утврђује да је одборнику престао мандат. </w:t>
      </w:r>
    </w:p>
    <w:p w:rsidR="00F04C61" w:rsidRPr="00E91E8B" w:rsidRDefault="00F04C61" w:rsidP="009F215A">
      <w:pPr>
        <w:pStyle w:val="clan"/>
        <w:spacing w:before="0" w:beforeAutospacing="0" w:after="0" w:afterAutospacing="0"/>
        <w:jc w:val="both"/>
      </w:pPr>
      <w:r w:rsidRPr="00E91E8B">
        <w:tab/>
        <w:t>Одредбом  члана 11</w:t>
      </w:r>
      <w:r>
        <w:t>4.став 1. Пословника Скупштине г</w:t>
      </w:r>
      <w:r w:rsidRPr="00E91E8B">
        <w:t>рада Врања, прописано је да одборнику престаје мандат пре истека времена на који је изабран, под условима и на начин прописаним законом којим се уређују локални избори.</w:t>
      </w:r>
    </w:p>
    <w:p w:rsidR="00F04C61" w:rsidRDefault="00F04C61" w:rsidP="009F215A">
      <w:pPr>
        <w:pStyle w:val="clan"/>
        <w:spacing w:before="0" w:beforeAutospacing="0" w:after="0" w:afterAutospacing="0"/>
        <w:jc w:val="both"/>
      </w:pPr>
      <w:r>
        <w:t xml:space="preserve">            Имајући у виду да је одборник Бранимир Стојанчић, дипл. инг. менаџмента из Врања, дана 25.01.2019.године, именован за в.д директора ЈП „ Урбанизам и изградња града Врања“ да је реч о функцији која је неспојива са функцијом одборника, испуњени су законски услови за престанак мандата одборника у Скупштини г</w:t>
      </w:r>
      <w:r w:rsidRPr="00E91E8B">
        <w:t>рада Врања, те је и одлучено као у диспозитиву ове одлуке.</w:t>
      </w:r>
    </w:p>
    <w:p w:rsidR="00F04C61" w:rsidRDefault="00F04C61" w:rsidP="009F215A">
      <w:pPr>
        <w:pStyle w:val="clan"/>
        <w:spacing w:before="0" w:beforeAutospacing="0" w:after="0" w:afterAutospacing="0"/>
        <w:jc w:val="both"/>
      </w:pPr>
    </w:p>
    <w:p w:rsidR="00F04C61" w:rsidRPr="00E91E8B" w:rsidRDefault="00F04C61" w:rsidP="009F215A">
      <w:pPr>
        <w:pStyle w:val="clan"/>
        <w:spacing w:before="0" w:beforeAutospacing="0" w:after="0" w:afterAutospacing="0"/>
        <w:jc w:val="center"/>
        <w:rPr>
          <w:b/>
        </w:rPr>
      </w:pPr>
      <w:r w:rsidRPr="00E91E8B">
        <w:rPr>
          <w:b/>
        </w:rPr>
        <w:t>СКУПШТИНА ГРАДА ВРАЊА</w:t>
      </w:r>
    </w:p>
    <w:p w:rsidR="00F04C61" w:rsidRPr="00F27F09" w:rsidRDefault="00F04C61" w:rsidP="009F215A">
      <w:pPr>
        <w:pStyle w:val="clan"/>
        <w:spacing w:before="0" w:beforeAutospacing="0" w:after="0" w:afterAutospacing="0"/>
        <w:jc w:val="center"/>
        <w:rPr>
          <w:b/>
        </w:rPr>
      </w:pPr>
      <w:r>
        <w:rPr>
          <w:b/>
        </w:rPr>
        <w:t>11.03.2019</w:t>
      </w:r>
      <w:r w:rsidRPr="00E91E8B">
        <w:rPr>
          <w:b/>
        </w:rPr>
        <w:t xml:space="preserve">.године, број: </w:t>
      </w:r>
      <w:r>
        <w:rPr>
          <w:b/>
        </w:rPr>
        <w:t>02-39/2019-10</w:t>
      </w:r>
    </w:p>
    <w:p w:rsidR="00F04C61" w:rsidRPr="00E91E8B" w:rsidRDefault="00F04C61" w:rsidP="009F215A">
      <w:pPr>
        <w:pStyle w:val="clan"/>
        <w:spacing w:before="0" w:beforeAutospacing="0" w:after="0" w:afterAutospacing="0"/>
        <w:jc w:val="both"/>
      </w:pPr>
    </w:p>
    <w:p w:rsidR="00F04C61" w:rsidRPr="00E91E8B" w:rsidRDefault="00F04C61" w:rsidP="009F215A">
      <w:pPr>
        <w:pStyle w:val="clan"/>
        <w:spacing w:before="0" w:beforeAutospacing="0" w:after="0" w:afterAutospacing="0"/>
        <w:jc w:val="both"/>
        <w:rPr>
          <w:b/>
        </w:rPr>
      </w:pPr>
      <w:r w:rsidRPr="00E91E8B">
        <w:rPr>
          <w:b/>
        </w:rPr>
        <w:t xml:space="preserve">                                                                                             </w:t>
      </w:r>
      <w:r>
        <w:rPr>
          <w:b/>
        </w:rPr>
        <w:t xml:space="preserve">  </w:t>
      </w:r>
      <w:r w:rsidRPr="00E91E8B">
        <w:rPr>
          <w:b/>
        </w:rPr>
        <w:t xml:space="preserve"> ПРЕДСЕДНИК СКУПШТИНЕ</w:t>
      </w:r>
    </w:p>
    <w:p w:rsidR="00F04C61" w:rsidRDefault="00F04C61" w:rsidP="009F215A">
      <w:pPr>
        <w:pStyle w:val="clan"/>
        <w:spacing w:before="0" w:beforeAutospacing="0" w:after="0" w:afterAutospacing="0"/>
        <w:jc w:val="both"/>
        <w:rPr>
          <w:b/>
        </w:rPr>
      </w:pPr>
      <w:r w:rsidRPr="00E91E8B">
        <w:rPr>
          <w:b/>
        </w:rPr>
        <w:t xml:space="preserve">                                                                                           </w:t>
      </w:r>
      <w:r>
        <w:rPr>
          <w:b/>
        </w:rPr>
        <w:t xml:space="preserve">      </w:t>
      </w:r>
      <w:r w:rsidRPr="00E91E8B">
        <w:rPr>
          <w:b/>
        </w:rPr>
        <w:t>Дејан Тричковић, спец.двм</w:t>
      </w:r>
      <w:r>
        <w:rPr>
          <w:b/>
        </w:rPr>
        <w:t>,с.р.</w:t>
      </w:r>
    </w:p>
    <w:p w:rsidR="00F04C61" w:rsidRDefault="00F04C61" w:rsidP="009F215A">
      <w:pPr>
        <w:pStyle w:val="clan"/>
        <w:spacing w:before="0" w:beforeAutospacing="0" w:after="0" w:afterAutospacing="0"/>
        <w:jc w:val="both"/>
        <w:rPr>
          <w:b/>
        </w:rPr>
      </w:pPr>
    </w:p>
    <w:p w:rsidR="00F04C61" w:rsidRDefault="00F04C61" w:rsidP="009F215A">
      <w:pPr>
        <w:pStyle w:val="clan"/>
        <w:spacing w:before="0" w:beforeAutospacing="0" w:after="0" w:afterAutospacing="0"/>
        <w:jc w:val="both"/>
        <w:rPr>
          <w:b/>
        </w:rPr>
      </w:pPr>
      <w:r>
        <w:rPr>
          <w:b/>
        </w:rPr>
        <w:t>ТАЧНОСТ ПРЕПИСА ОВЕРАВА:                                      СЕКРЕТАР СКУПШТИНЕ</w:t>
      </w:r>
    </w:p>
    <w:p w:rsidR="00F04C61" w:rsidRPr="008C0728" w:rsidRDefault="00F04C61" w:rsidP="009F215A">
      <w:pPr>
        <w:pStyle w:val="clan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Марко Тричковић</w:t>
      </w:r>
    </w:p>
    <w:p w:rsidR="00F04C61" w:rsidRDefault="00F04C61" w:rsidP="009F215A">
      <w:pPr>
        <w:pStyle w:val="clan"/>
        <w:spacing w:before="0" w:beforeAutospacing="0" w:after="0" w:afterAutospacing="0"/>
        <w:jc w:val="both"/>
        <w:rPr>
          <w:b/>
        </w:rPr>
      </w:pPr>
    </w:p>
    <w:p w:rsidR="00F04C61" w:rsidRPr="008C0728" w:rsidRDefault="00F04C61" w:rsidP="009F215A">
      <w:pPr>
        <w:pStyle w:val="clan"/>
        <w:spacing w:before="0" w:beforeAutospacing="0" w:after="0" w:afterAutospacing="0"/>
        <w:jc w:val="both"/>
        <w:rPr>
          <w:b/>
        </w:rPr>
      </w:pPr>
    </w:p>
    <w:p w:rsidR="00F04C61" w:rsidRPr="00E91E8B" w:rsidRDefault="00F04C61" w:rsidP="009F21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C61" w:rsidRDefault="00F04C61" w:rsidP="009F215A">
      <w:pPr>
        <w:jc w:val="both"/>
        <w:rPr>
          <w:rFonts w:ascii="Times New Roman" w:hAnsi="Times New Roman"/>
          <w:sz w:val="24"/>
          <w:szCs w:val="24"/>
        </w:rPr>
      </w:pPr>
    </w:p>
    <w:p w:rsidR="00F04C61" w:rsidRDefault="00F04C61" w:rsidP="009F215A">
      <w:pPr>
        <w:jc w:val="both"/>
        <w:rPr>
          <w:rFonts w:ascii="Times New Roman" w:hAnsi="Times New Roman"/>
          <w:sz w:val="24"/>
          <w:szCs w:val="24"/>
        </w:rPr>
      </w:pPr>
    </w:p>
    <w:p w:rsidR="00F04C61" w:rsidRDefault="00F04C61" w:rsidP="009F215A">
      <w:pPr>
        <w:jc w:val="both"/>
        <w:rPr>
          <w:rFonts w:ascii="Times New Roman" w:hAnsi="Times New Roman"/>
          <w:sz w:val="24"/>
          <w:szCs w:val="24"/>
        </w:rPr>
      </w:pPr>
    </w:p>
    <w:p w:rsidR="00F04C61" w:rsidRDefault="00F04C61" w:rsidP="009F215A">
      <w:pPr>
        <w:jc w:val="both"/>
        <w:rPr>
          <w:rFonts w:ascii="Times New Roman" w:hAnsi="Times New Roman"/>
          <w:sz w:val="24"/>
          <w:szCs w:val="24"/>
        </w:rPr>
      </w:pPr>
    </w:p>
    <w:p w:rsidR="00F04C61" w:rsidRDefault="00F04C61"/>
    <w:sectPr w:rsidR="00F04C61" w:rsidSect="00C6613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15A"/>
    <w:rsid w:val="00466858"/>
    <w:rsid w:val="005F2AD6"/>
    <w:rsid w:val="007D06CB"/>
    <w:rsid w:val="00850929"/>
    <w:rsid w:val="008C0728"/>
    <w:rsid w:val="009F215A"/>
    <w:rsid w:val="00C0146B"/>
    <w:rsid w:val="00C309E7"/>
    <w:rsid w:val="00C6613C"/>
    <w:rsid w:val="00C90592"/>
    <w:rsid w:val="00DB685C"/>
    <w:rsid w:val="00E450A4"/>
    <w:rsid w:val="00E91E8B"/>
    <w:rsid w:val="00F04C61"/>
    <w:rsid w:val="00F14AF1"/>
    <w:rsid w:val="00F2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13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9F21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401</Words>
  <Characters>2291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sdjokovic</cp:lastModifiedBy>
  <cp:revision>6</cp:revision>
  <cp:lastPrinted>2019-03-18T08:01:00Z</cp:lastPrinted>
  <dcterms:created xsi:type="dcterms:W3CDTF">2018-12-27T11:37:00Z</dcterms:created>
  <dcterms:modified xsi:type="dcterms:W3CDTF">2019-03-18T08:03:00Z</dcterms:modified>
</cp:coreProperties>
</file>